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568"/>
        <w:gridCol w:w="2492"/>
        <w:gridCol w:w="810"/>
        <w:gridCol w:w="2880"/>
      </w:tblGrid>
      <w:tr w:rsidR="00036378" w14:paraId="3C51416B" w14:textId="77777777" w:rsidTr="00AF0B8D">
        <w:trPr>
          <w:gridAfter w:val="2"/>
          <w:wAfter w:w="3690" w:type="dxa"/>
          <w:trHeight w:val="1530"/>
          <w:jc w:val="center"/>
        </w:trPr>
        <w:tc>
          <w:tcPr>
            <w:tcW w:w="5670" w:type="dxa"/>
            <w:gridSpan w:val="3"/>
            <w:shd w:val="clear" w:color="auto" w:fill="auto"/>
            <w:tcMar>
              <w:top w:w="0" w:type="dxa"/>
            </w:tcMar>
            <w:vAlign w:val="bottom"/>
          </w:tcPr>
          <w:p w14:paraId="01854944" w14:textId="77777777" w:rsidR="00036378" w:rsidRDefault="00036378" w:rsidP="00FF58B7">
            <w:pPr>
              <w:pStyle w:val="Heading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F6B2C38" wp14:editId="7D8C5980">
                      <wp:simplePos x="0" y="0"/>
                      <wp:positionH relativeFrom="column">
                        <wp:posOffset>-301625</wp:posOffset>
                      </wp:positionH>
                      <wp:positionV relativeFrom="paragraph">
                        <wp:posOffset>-234315</wp:posOffset>
                      </wp:positionV>
                      <wp:extent cx="6400800" cy="8229600"/>
                      <wp:effectExtent l="0" t="0" r="12700" b="12700"/>
                      <wp:wrapNone/>
                      <wp:docPr id="2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400800" cy="82296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20000"/>
                                      <a:lumOff val="80000"/>
                                      <a:alpha val="10001"/>
                                    </a:schemeClr>
                                  </a:gs>
                                  <a:gs pos="100000">
                                    <a:schemeClr val="accent1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-23.7pt;margin-top:-18.4pt;width:7in;height:9in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" fillcolor="#dbe5f1 [660]" strokecolor="#b8cce4 [1300]" strokeweight=".5pt">
                      <v:fill opacity="6554f" color2="#dbe5f1 [660]" rotate="t" focus="100%" type="gradient"/>
                      <v:stroke opacity="32896f"/>
                    </v:rect>
                  </w:pict>
                </mc:Fallback>
              </mc:AlternateContent>
            </w:r>
            <w:r>
              <w:t>INVOICE</w:t>
            </w:r>
          </w:p>
          <w:p w14:paraId="71586D99" w14:textId="77777777" w:rsidR="00036378" w:rsidRDefault="00036378" w:rsidP="00132F86">
            <w:pPr>
              <w:pStyle w:val="DateandNumber"/>
            </w:pPr>
            <w:r w:rsidRPr="000E042A">
              <w:t xml:space="preserve">Date: </w:t>
            </w:r>
            <w:r>
              <w:fldChar w:fldCharType="begin"/>
            </w:r>
            <w:r>
              <w:instrText xml:space="preserve"> DATE \@ "MMMM d, yyyy" </w:instrText>
            </w:r>
            <w:r>
              <w:fldChar w:fldCharType="separate"/>
            </w:r>
            <w:r w:rsidR="002B31D5">
              <w:rPr>
                <w:noProof/>
              </w:rPr>
              <w:t>June 29, 2014</w:t>
            </w:r>
            <w:r>
              <w:rPr>
                <w:noProof/>
              </w:rPr>
              <w:fldChar w:fldCharType="end"/>
            </w:r>
          </w:p>
          <w:p w14:paraId="687173C0" w14:textId="604B8ECA" w:rsidR="00036378" w:rsidRDefault="00036378" w:rsidP="006B2192">
            <w:pPr>
              <w:pStyle w:val="DateandNumber"/>
            </w:pPr>
            <w:r>
              <w:t>Invoice</w:t>
            </w:r>
            <w:r w:rsidRPr="000E042A">
              <w:t xml:space="preserve"> #</w:t>
            </w:r>
            <w:sdt>
              <w:sdtPr>
                <w:id w:val="310030296"/>
                <w:placeholder>
                  <w:docPart w:val="DD4D29F579183145A11BFFB4E52176AA"/>
                </w:placeholder>
              </w:sdtPr>
              <w:sdtEndPr/>
              <w:sdtContent>
                <w:r w:rsidR="008C4A32">
                  <w:t>0005</w:t>
                </w:r>
              </w:sdtContent>
            </w:sdt>
          </w:p>
          <w:p w14:paraId="63728B27" w14:textId="77777777" w:rsidR="00036378" w:rsidRPr="00132F86" w:rsidRDefault="00036378" w:rsidP="006B2192">
            <w:pPr>
              <w:pStyle w:val="DateandNumber"/>
            </w:pPr>
          </w:p>
        </w:tc>
      </w:tr>
      <w:tr w:rsidR="00036378" w:rsidRPr="00231C7D" w14:paraId="59E93E00" w14:textId="77777777" w:rsidTr="00661670">
        <w:trPr>
          <w:gridAfter w:val="1"/>
          <w:wAfter w:w="2880" w:type="dxa"/>
          <w:trHeight w:val="1620"/>
          <w:jc w:val="center"/>
        </w:trPr>
        <w:tc>
          <w:tcPr>
            <w:tcW w:w="2610" w:type="dxa"/>
            <w:shd w:val="clear" w:color="auto" w:fill="auto"/>
            <w:tcMar>
              <w:top w:w="0" w:type="dxa"/>
            </w:tcMar>
          </w:tcPr>
          <w:p w14:paraId="155B085F" w14:textId="008A266D" w:rsidR="00036378" w:rsidRDefault="00036378" w:rsidP="00036378">
            <w:pPr>
              <w:pStyle w:val="leftalignedtext"/>
            </w:pPr>
          </w:p>
        </w:tc>
        <w:tc>
          <w:tcPr>
            <w:tcW w:w="568" w:type="dxa"/>
            <w:shd w:val="clear" w:color="auto" w:fill="auto"/>
          </w:tcPr>
          <w:p w14:paraId="605CD344" w14:textId="77777777" w:rsidR="00036378" w:rsidRDefault="00036378" w:rsidP="00231C7D">
            <w:pPr>
              <w:pStyle w:val="HeadingRight"/>
            </w:pPr>
            <w:r>
              <w:t>To</w:t>
            </w:r>
          </w:p>
        </w:tc>
        <w:tc>
          <w:tcPr>
            <w:tcW w:w="2492" w:type="dxa"/>
            <w:shd w:val="clear" w:color="auto" w:fill="auto"/>
          </w:tcPr>
          <w:p w14:paraId="7AFDD01C" w14:textId="77777777" w:rsidR="00036378" w:rsidRPr="001E3C2E" w:rsidRDefault="00036378" w:rsidP="00336D9F">
            <w:pPr>
              <w:pStyle w:val="leftalignedtext"/>
            </w:pPr>
          </w:p>
          <w:p w14:paraId="7625BA47" w14:textId="77777777" w:rsidR="00036378" w:rsidRPr="000E042A" w:rsidRDefault="00036378" w:rsidP="00036378">
            <w:pPr>
              <w:pStyle w:val="leftalignedtext"/>
            </w:pPr>
          </w:p>
        </w:tc>
        <w:tc>
          <w:tcPr>
            <w:tcW w:w="810" w:type="dxa"/>
            <w:shd w:val="clear" w:color="auto" w:fill="auto"/>
          </w:tcPr>
          <w:p w14:paraId="20683C97" w14:textId="77777777" w:rsidR="00036378" w:rsidRPr="000E042A" w:rsidRDefault="00036378" w:rsidP="006B2192">
            <w:pPr>
              <w:pStyle w:val="HeadingRight"/>
            </w:pPr>
          </w:p>
        </w:tc>
        <w:bookmarkStart w:id="0" w:name="_GoBack"/>
        <w:bookmarkEnd w:id="0"/>
      </w:tr>
      <w:tr w:rsidR="00036378" w:rsidRPr="00231C7D" w14:paraId="68147D50" w14:textId="77777777" w:rsidTr="00454058">
        <w:trPr>
          <w:trHeight w:val="288"/>
          <w:jc w:val="center"/>
        </w:trPr>
        <w:tc>
          <w:tcPr>
            <w:tcW w:w="9360" w:type="dxa"/>
            <w:gridSpan w:val="5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63FC7B56" w14:textId="77777777" w:rsidR="00036378" w:rsidRDefault="00036378" w:rsidP="00AF0B8D"/>
        </w:tc>
      </w:tr>
      <w:tr w:rsidR="00036378" w:rsidRPr="00912BEF" w14:paraId="5AE2CEB8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14:paraId="7518558E" w14:textId="77777777" w:rsidR="00036378" w:rsidRDefault="00036378" w:rsidP="009C1CA5">
            <w:pPr>
              <w:pStyle w:val="columnheadings"/>
            </w:pPr>
            <w:r>
              <w:t>job</w:t>
            </w:r>
          </w:p>
        </w:tc>
        <w:tc>
          <w:tcPr>
            <w:tcW w:w="28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41970D37" w14:textId="77777777" w:rsidR="00036378" w:rsidRDefault="00036378" w:rsidP="009C1CA5">
            <w:pPr>
              <w:pStyle w:val="columnheadings"/>
            </w:pPr>
            <w:r>
              <w:t>payment terms</w:t>
            </w:r>
          </w:p>
        </w:tc>
      </w:tr>
      <w:tr w:rsidR="00036378" w:rsidRPr="00912BEF" w14:paraId="687C9A06" w14:textId="77777777" w:rsidTr="00454058">
        <w:trPr>
          <w:trHeight w:val="288"/>
          <w:jc w:val="center"/>
        </w:trPr>
        <w:sdt>
          <w:sdtPr>
            <w:id w:val="310030516"/>
            <w:placeholder>
              <w:docPart w:val="CE5FD6693F05634FB785B88CA2C09F41"/>
            </w:placeholder>
            <w:showingPlcHdr/>
          </w:sdtPr>
          <w:sdtEndPr/>
          <w:sdtContent>
            <w:tc>
              <w:tcPr>
                <w:tcW w:w="6480" w:type="dxa"/>
                <w:gridSpan w:val="4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auto"/>
                <w:tcMar>
                  <w:top w:w="0" w:type="dxa"/>
                </w:tcMar>
                <w:vAlign w:val="center"/>
              </w:tcPr>
              <w:p w14:paraId="4A215D95" w14:textId="2356B722" w:rsidR="00036378" w:rsidRDefault="002B31D5" w:rsidP="002B31D5">
                <w:r w:rsidRPr="00523E7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8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D0FF6D1" w14:textId="4EF0CADC" w:rsidR="00036378" w:rsidRDefault="00036378" w:rsidP="00661670"/>
        </w:tc>
      </w:tr>
      <w:tr w:rsidR="00036378" w:rsidRPr="00912BEF" w14:paraId="683E2E09" w14:textId="77777777" w:rsidTr="00454058">
        <w:trPr>
          <w:trHeight w:val="288"/>
          <w:jc w:val="center"/>
        </w:trPr>
        <w:tc>
          <w:tcPr>
            <w:tcW w:w="9360" w:type="dxa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0F2DB9D1" w14:textId="77777777" w:rsidR="00036378" w:rsidRDefault="00036378" w:rsidP="00256AA2"/>
        </w:tc>
      </w:tr>
      <w:tr w:rsidR="00036378" w:rsidRPr="00912BEF" w14:paraId="53BA2628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14:paraId="3479086E" w14:textId="77777777" w:rsidR="00036378" w:rsidRPr="00912BEF" w:rsidRDefault="00036378" w:rsidP="009C1CA5">
            <w:pPr>
              <w:pStyle w:val="columnheadings"/>
            </w:pPr>
            <w:r>
              <w:t>description</w:t>
            </w:r>
          </w:p>
        </w:tc>
        <w:tc>
          <w:tcPr>
            <w:tcW w:w="28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224532CA" w14:textId="77777777" w:rsidR="00036378" w:rsidRPr="00912BEF" w:rsidRDefault="00036378" w:rsidP="009C1CA5">
            <w:pPr>
              <w:pStyle w:val="columnheadings"/>
            </w:pPr>
            <w:r>
              <w:t>total</w:t>
            </w:r>
          </w:p>
        </w:tc>
      </w:tr>
      <w:tr w:rsidR="00036378" w:rsidRPr="00912BEF" w14:paraId="007D92D3" w14:textId="77777777" w:rsidTr="003A4840">
        <w:trPr>
          <w:trHeight w:val="2097"/>
          <w:jc w:val="center"/>
        </w:trPr>
        <w:tc>
          <w:tcPr>
            <w:tcW w:w="6480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27569DE8" w14:textId="1A783AAC" w:rsidR="003A4840" w:rsidRPr="00912BEF" w:rsidRDefault="003A4840" w:rsidP="003A4840"/>
        </w:tc>
        <w:tc>
          <w:tcPr>
            <w:tcW w:w="28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40F48ACC" w14:textId="22BF1EA2" w:rsidR="003A4840" w:rsidRPr="009C1CA5" w:rsidRDefault="003A4840" w:rsidP="003A4840">
            <w:pPr>
              <w:pStyle w:val="Amount"/>
              <w:jc w:val="left"/>
            </w:pPr>
          </w:p>
        </w:tc>
      </w:tr>
      <w:tr w:rsidR="00036378" w:rsidRPr="00912BEF" w14:paraId="29304211" w14:textId="77777777" w:rsidTr="003A4840">
        <w:trPr>
          <w:trHeight w:val="706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6C764C8A" w14:textId="56CD28A1" w:rsidR="003A4840" w:rsidRPr="00912BEF" w:rsidRDefault="003A4840" w:rsidP="003A4840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11634A90" w14:textId="312F39A3" w:rsidR="00036378" w:rsidRPr="009C1CA5" w:rsidRDefault="00036378" w:rsidP="009C1CA5">
            <w:pPr>
              <w:pStyle w:val="Amount"/>
            </w:pPr>
          </w:p>
        </w:tc>
      </w:tr>
      <w:tr w:rsidR="003A4840" w:rsidRPr="00912BEF" w14:paraId="5AD75E3E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3B635227" w14:textId="116F8811" w:rsidR="008C4A32" w:rsidRPr="00912BEF" w:rsidRDefault="008C4A32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6C53830C" w14:textId="7EC3B4C3" w:rsidR="008C4A32" w:rsidRPr="009C1CA5" w:rsidRDefault="008C4A32" w:rsidP="009C1CA5">
            <w:pPr>
              <w:pStyle w:val="Amount"/>
            </w:pPr>
          </w:p>
        </w:tc>
      </w:tr>
      <w:tr w:rsidR="003A4840" w:rsidRPr="00912BEF" w14:paraId="47B06F04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1347462B" w14:textId="106A7C69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305BAAB3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3980BAEB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770EE971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121E8FD6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727FDBFE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1A8F895D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0F956CE9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03186B26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2E2785B4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3D41098E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4D4B3781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5AD34D1F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77428091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7A3AE4A6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599D4161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00E20733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2AC9032A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4062AC31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2474AACB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401315B7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7C8B3ECA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04F4D81A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515CFD30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3734F721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05F98B2D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0B3B7955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7769EAFB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3568A981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3E2976BE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03AA5F97" w14:textId="77777777" w:rsidR="003A4840" w:rsidRPr="00912BEF" w:rsidRDefault="003A4840" w:rsidP="009C1CA5"/>
        </w:tc>
        <w:tc>
          <w:tcPr>
            <w:tcW w:w="2880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3A21CFB0" w14:textId="77777777" w:rsidR="003A4840" w:rsidRPr="009C1CA5" w:rsidRDefault="003A4840" w:rsidP="009C1CA5">
            <w:pPr>
              <w:pStyle w:val="Amount"/>
            </w:pPr>
          </w:p>
        </w:tc>
      </w:tr>
      <w:tr w:rsidR="003A4840" w:rsidRPr="00912BEF" w14:paraId="1CA27E75" w14:textId="77777777" w:rsidTr="00454058">
        <w:trPr>
          <w:trHeight w:val="288"/>
          <w:jc w:val="center"/>
        </w:trPr>
        <w:tc>
          <w:tcPr>
            <w:tcW w:w="6480" w:type="dxa"/>
            <w:gridSpan w:val="4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14:paraId="57BD2EC3" w14:textId="77777777" w:rsidR="003A4840" w:rsidRPr="00912BEF" w:rsidRDefault="003A4840" w:rsidP="00661670">
            <w:pPr>
              <w:pStyle w:val="Labels"/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0FB7E395" w14:textId="34FA8CB5" w:rsidR="003A4840" w:rsidRPr="009C1CA5" w:rsidRDefault="003A4840" w:rsidP="008C4A32">
            <w:pPr>
              <w:pStyle w:val="Amount"/>
            </w:pPr>
          </w:p>
        </w:tc>
      </w:tr>
    </w:tbl>
    <w:p w14:paraId="20DA123E" w14:textId="77777777" w:rsidR="007F5BB3" w:rsidRDefault="007F5BB3" w:rsidP="00231C7D"/>
    <w:p w14:paraId="7D820C1C" w14:textId="6ECCAD37" w:rsidR="00011376" w:rsidRDefault="00011376" w:rsidP="00256AA2">
      <w:pPr>
        <w:pStyle w:val="thankyou"/>
      </w:pPr>
      <w:r>
        <w:t xml:space="preserve">Electronic Transfer Details </w:t>
      </w:r>
      <w:proofErr w:type="gramStart"/>
      <w:r>
        <w:t>BSB  Account</w:t>
      </w:r>
      <w:proofErr w:type="gramEnd"/>
      <w:r>
        <w:t xml:space="preserve"> No. </w:t>
      </w:r>
    </w:p>
    <w:p w14:paraId="68FA8FCA" w14:textId="77777777" w:rsidR="00256AA2" w:rsidRDefault="00256AA2" w:rsidP="00256AA2">
      <w:pPr>
        <w:pStyle w:val="thankyou"/>
      </w:pPr>
      <w:r w:rsidRPr="00F01E9A">
        <w:t>Thank you for your business!</w:t>
      </w:r>
    </w:p>
    <w:sectPr w:rsidR="00256AA2" w:rsidSect="002025E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401"/>
    <w:multiLevelType w:val="hybridMultilevel"/>
    <w:tmpl w:val="F5EE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A0701"/>
    <w:multiLevelType w:val="hybridMultilevel"/>
    <w:tmpl w:val="D48ED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A6AB1"/>
    <w:multiLevelType w:val="hybridMultilevel"/>
    <w:tmpl w:val="AF9C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78"/>
    <w:rsid w:val="00010191"/>
    <w:rsid w:val="00011376"/>
    <w:rsid w:val="00024856"/>
    <w:rsid w:val="00036378"/>
    <w:rsid w:val="000607ED"/>
    <w:rsid w:val="00061A7B"/>
    <w:rsid w:val="00061BE1"/>
    <w:rsid w:val="000653AC"/>
    <w:rsid w:val="000946E6"/>
    <w:rsid w:val="000D6448"/>
    <w:rsid w:val="000E042A"/>
    <w:rsid w:val="000F6B47"/>
    <w:rsid w:val="000F7D4F"/>
    <w:rsid w:val="0010556E"/>
    <w:rsid w:val="001119DF"/>
    <w:rsid w:val="00130F5B"/>
    <w:rsid w:val="00132F86"/>
    <w:rsid w:val="001374A5"/>
    <w:rsid w:val="00140B28"/>
    <w:rsid w:val="00140EA0"/>
    <w:rsid w:val="001553FA"/>
    <w:rsid w:val="00157F8A"/>
    <w:rsid w:val="00161DB3"/>
    <w:rsid w:val="00181917"/>
    <w:rsid w:val="00187F4E"/>
    <w:rsid w:val="001925BD"/>
    <w:rsid w:val="001A0544"/>
    <w:rsid w:val="001B4F7A"/>
    <w:rsid w:val="001B70FF"/>
    <w:rsid w:val="001F0F9F"/>
    <w:rsid w:val="001F4BD2"/>
    <w:rsid w:val="002025E8"/>
    <w:rsid w:val="00202E66"/>
    <w:rsid w:val="00227D2A"/>
    <w:rsid w:val="00231C7D"/>
    <w:rsid w:val="00237E66"/>
    <w:rsid w:val="002523E9"/>
    <w:rsid w:val="00256AA2"/>
    <w:rsid w:val="00283390"/>
    <w:rsid w:val="00297A63"/>
    <w:rsid w:val="002B31D5"/>
    <w:rsid w:val="002C10CC"/>
    <w:rsid w:val="002D128D"/>
    <w:rsid w:val="002E4180"/>
    <w:rsid w:val="002F6035"/>
    <w:rsid w:val="00304275"/>
    <w:rsid w:val="003055DC"/>
    <w:rsid w:val="00306DE9"/>
    <w:rsid w:val="00311C97"/>
    <w:rsid w:val="003162CF"/>
    <w:rsid w:val="003272DA"/>
    <w:rsid w:val="00336D9F"/>
    <w:rsid w:val="00375A38"/>
    <w:rsid w:val="003A4840"/>
    <w:rsid w:val="003B1C2D"/>
    <w:rsid w:val="003E5FCD"/>
    <w:rsid w:val="003F778B"/>
    <w:rsid w:val="004077A8"/>
    <w:rsid w:val="00416425"/>
    <w:rsid w:val="00441785"/>
    <w:rsid w:val="00442CDA"/>
    <w:rsid w:val="00446C27"/>
    <w:rsid w:val="004471ED"/>
    <w:rsid w:val="004509F8"/>
    <w:rsid w:val="00454058"/>
    <w:rsid w:val="0045588D"/>
    <w:rsid w:val="00455F93"/>
    <w:rsid w:val="004C4F1D"/>
    <w:rsid w:val="004F202D"/>
    <w:rsid w:val="00506FBC"/>
    <w:rsid w:val="005209B5"/>
    <w:rsid w:val="00521569"/>
    <w:rsid w:val="00571EBA"/>
    <w:rsid w:val="0057647C"/>
    <w:rsid w:val="00577677"/>
    <w:rsid w:val="005865E7"/>
    <w:rsid w:val="005F3BA8"/>
    <w:rsid w:val="00600046"/>
    <w:rsid w:val="00606EB0"/>
    <w:rsid w:val="0061551E"/>
    <w:rsid w:val="00646D51"/>
    <w:rsid w:val="00661670"/>
    <w:rsid w:val="006869C1"/>
    <w:rsid w:val="006A7C63"/>
    <w:rsid w:val="006B2192"/>
    <w:rsid w:val="006F3C33"/>
    <w:rsid w:val="00704C33"/>
    <w:rsid w:val="00705D71"/>
    <w:rsid w:val="00750613"/>
    <w:rsid w:val="0075620E"/>
    <w:rsid w:val="00764F57"/>
    <w:rsid w:val="00776BCB"/>
    <w:rsid w:val="007A0EE4"/>
    <w:rsid w:val="007B38EB"/>
    <w:rsid w:val="007F242B"/>
    <w:rsid w:val="007F5BB3"/>
    <w:rsid w:val="008171B1"/>
    <w:rsid w:val="00820427"/>
    <w:rsid w:val="00853166"/>
    <w:rsid w:val="00886FC4"/>
    <w:rsid w:val="00892AA1"/>
    <w:rsid w:val="008A7D6C"/>
    <w:rsid w:val="008B38F1"/>
    <w:rsid w:val="008C4A32"/>
    <w:rsid w:val="008C58CA"/>
    <w:rsid w:val="008C5A0E"/>
    <w:rsid w:val="008E45DF"/>
    <w:rsid w:val="008E5F43"/>
    <w:rsid w:val="00912712"/>
    <w:rsid w:val="00912BEF"/>
    <w:rsid w:val="009212CF"/>
    <w:rsid w:val="00953D43"/>
    <w:rsid w:val="00954EF9"/>
    <w:rsid w:val="00955153"/>
    <w:rsid w:val="009B3608"/>
    <w:rsid w:val="009B6CF5"/>
    <w:rsid w:val="009C1CA5"/>
    <w:rsid w:val="009C28E3"/>
    <w:rsid w:val="009D7158"/>
    <w:rsid w:val="00A21871"/>
    <w:rsid w:val="00A27EC3"/>
    <w:rsid w:val="00A42A8C"/>
    <w:rsid w:val="00A472D4"/>
    <w:rsid w:val="00A50CC1"/>
    <w:rsid w:val="00A5177E"/>
    <w:rsid w:val="00A54A6E"/>
    <w:rsid w:val="00A63377"/>
    <w:rsid w:val="00A71FDF"/>
    <w:rsid w:val="00A87BAC"/>
    <w:rsid w:val="00A908B1"/>
    <w:rsid w:val="00AC0861"/>
    <w:rsid w:val="00AD1385"/>
    <w:rsid w:val="00AD6E6B"/>
    <w:rsid w:val="00AD744A"/>
    <w:rsid w:val="00AF0B8D"/>
    <w:rsid w:val="00BA4608"/>
    <w:rsid w:val="00BE0AE9"/>
    <w:rsid w:val="00BF5438"/>
    <w:rsid w:val="00C14F46"/>
    <w:rsid w:val="00C41844"/>
    <w:rsid w:val="00C45246"/>
    <w:rsid w:val="00C50F0E"/>
    <w:rsid w:val="00C54AE4"/>
    <w:rsid w:val="00C56DBB"/>
    <w:rsid w:val="00CA1C8D"/>
    <w:rsid w:val="00CB1AE8"/>
    <w:rsid w:val="00CC1DC3"/>
    <w:rsid w:val="00CD3C2A"/>
    <w:rsid w:val="00CD3E2D"/>
    <w:rsid w:val="00D52530"/>
    <w:rsid w:val="00D719AB"/>
    <w:rsid w:val="00D74B22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97E88"/>
    <w:rsid w:val="00EB4F05"/>
    <w:rsid w:val="00ED5BBA"/>
    <w:rsid w:val="00F006F7"/>
    <w:rsid w:val="00F01E9A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."/>
  <w:listSeparator w:val=","/>
  <w14:docId w14:val="52EFB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FF58B7"/>
    <w:pPr>
      <w:keepNext/>
      <w:spacing w:after="200"/>
      <w:outlineLvl w:val="0"/>
    </w:pPr>
    <w:rPr>
      <w:rFonts w:asciiTheme="majorHAnsi" w:hAnsiTheme="majorHAnsi" w:cs="Arial"/>
      <w:b/>
      <w:bCs/>
      <w:caps/>
      <w:color w:val="B8CCE4" w:themeColor="accent1" w:themeTint="6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256AA2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256AA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customStyle="1" w:styleId="Labels">
    <w:name w:val="Labels"/>
    <w:basedOn w:val="columnheadings"/>
    <w:qFormat/>
    <w:rsid w:val="00CB1AE8"/>
    <w:pPr>
      <w:jc w:val="right"/>
    </w:pPr>
  </w:style>
  <w:style w:type="paragraph" w:styleId="ListParagraph">
    <w:name w:val="List Paragraph"/>
    <w:basedOn w:val="Normal"/>
    <w:uiPriority w:val="34"/>
    <w:qFormat/>
    <w:rsid w:val="00011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FF58B7"/>
    <w:pPr>
      <w:keepNext/>
      <w:spacing w:after="200"/>
      <w:outlineLvl w:val="0"/>
    </w:pPr>
    <w:rPr>
      <w:rFonts w:asciiTheme="majorHAnsi" w:hAnsiTheme="majorHAnsi" w:cs="Arial"/>
      <w:b/>
      <w:bCs/>
      <w:caps/>
      <w:color w:val="B8CCE4" w:themeColor="accent1" w:themeTint="6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256AA2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256AA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customStyle="1" w:styleId="Labels">
    <w:name w:val="Labels"/>
    <w:basedOn w:val="columnheadings"/>
    <w:qFormat/>
    <w:rsid w:val="00CB1AE8"/>
    <w:pPr>
      <w:jc w:val="right"/>
    </w:pPr>
  </w:style>
  <w:style w:type="paragraph" w:styleId="ListParagraph">
    <w:name w:val="List Paragraph"/>
    <w:basedOn w:val="Normal"/>
    <w:uiPriority w:val="34"/>
    <w:qFormat/>
    <w:rsid w:val="00011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jx:pg125f195mq00sjb6v30_j580000gn:T:TC10283065999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4D29F579183145A11BFFB4E5217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77617-415A-A54E-B212-98E8C0BC7FCD}"/>
      </w:docPartPr>
      <w:docPartBody>
        <w:p w:rsidR="00A43CD7" w:rsidRDefault="00A43CD7" w:rsidP="00A43CD7">
          <w:pPr>
            <w:pStyle w:val="DD4D29F579183145A11BFFB4E52176AA"/>
          </w:pPr>
          <w:r>
            <w:t>[100]</w:t>
          </w:r>
        </w:p>
      </w:docPartBody>
    </w:docPart>
    <w:docPart>
      <w:docPartPr>
        <w:name w:val="CE5FD6693F05634FB785B88CA2C09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9EDFC-BF4C-EF4B-8863-B9127B2A7FBD}"/>
      </w:docPartPr>
      <w:docPartBody>
        <w:p w:rsidR="00A43CD7" w:rsidRDefault="00A43CD7" w:rsidP="00A43CD7">
          <w:pPr>
            <w:pStyle w:val="CE5FD6693F05634FB785B88CA2C09F41"/>
          </w:pPr>
          <w:r w:rsidRPr="00523E7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CD7"/>
    <w:rsid w:val="00A4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82A720AC3B4C42B3BB6CA0D5580606">
    <w:name w:val="4F82A720AC3B4C42B3BB6CA0D5580606"/>
  </w:style>
  <w:style w:type="character" w:styleId="PlaceholderText">
    <w:name w:val="Placeholder Text"/>
    <w:basedOn w:val="DefaultParagraphFont"/>
    <w:uiPriority w:val="99"/>
    <w:semiHidden/>
    <w:rsid w:val="00A43CD7"/>
    <w:rPr>
      <w:color w:val="808080"/>
    </w:rPr>
  </w:style>
  <w:style w:type="paragraph" w:customStyle="1" w:styleId="F75B1DA433F6594DA53AEC494E94E8C6">
    <w:name w:val="F75B1DA433F6594DA53AEC494E94E8C6"/>
  </w:style>
  <w:style w:type="paragraph" w:customStyle="1" w:styleId="152B9FB8723B7F45A2FF6E11D3CFF2DB">
    <w:name w:val="152B9FB8723B7F45A2FF6E11D3CFF2DB"/>
  </w:style>
  <w:style w:type="paragraph" w:customStyle="1" w:styleId="167468C51AF6DB4D80CEF28A2AD154A5">
    <w:name w:val="167468C51AF6DB4D80CEF28A2AD154A5"/>
  </w:style>
  <w:style w:type="paragraph" w:customStyle="1" w:styleId="27B3DA8830E4C343954977B515D0DB0A">
    <w:name w:val="27B3DA8830E4C343954977B515D0DB0A"/>
  </w:style>
  <w:style w:type="paragraph" w:customStyle="1" w:styleId="4FE53127BC059440BCF98EAFCE4BE085">
    <w:name w:val="4FE53127BC059440BCF98EAFCE4BE085"/>
  </w:style>
  <w:style w:type="paragraph" w:customStyle="1" w:styleId="A0D310A576B9A6458AF050AFEEA75145">
    <w:name w:val="A0D310A576B9A6458AF050AFEEA75145"/>
  </w:style>
  <w:style w:type="paragraph" w:customStyle="1" w:styleId="2ED2F4796F5E2B44BE231A1728494E22">
    <w:name w:val="2ED2F4796F5E2B44BE231A1728494E22"/>
  </w:style>
  <w:style w:type="paragraph" w:customStyle="1" w:styleId="DD4D29F579183145A11BFFB4E52176AA">
    <w:name w:val="DD4D29F579183145A11BFFB4E52176AA"/>
    <w:rsid w:val="00A43CD7"/>
  </w:style>
  <w:style w:type="paragraph" w:customStyle="1" w:styleId="7398BFD1C2FC5540937777D794278429">
    <w:name w:val="7398BFD1C2FC5540937777D794278429"/>
    <w:rsid w:val="00A43CD7"/>
  </w:style>
  <w:style w:type="paragraph" w:customStyle="1" w:styleId="E42558EAC789AD40ACFFAFE96A41406E">
    <w:name w:val="E42558EAC789AD40ACFFAFE96A41406E"/>
    <w:rsid w:val="00A43CD7"/>
  </w:style>
  <w:style w:type="paragraph" w:customStyle="1" w:styleId="02E6540C649877468248A13EF8477461">
    <w:name w:val="02E6540C649877468248A13EF8477461"/>
    <w:rsid w:val="00A43CD7"/>
  </w:style>
  <w:style w:type="paragraph" w:customStyle="1" w:styleId="5DE9721B4A27FC478D9C00E8B6914B37">
    <w:name w:val="5DE9721B4A27FC478D9C00E8B6914B37"/>
    <w:rsid w:val="00A43CD7"/>
  </w:style>
  <w:style w:type="paragraph" w:customStyle="1" w:styleId="ACC450AD4CC7D84EBEE3258C9604734F">
    <w:name w:val="ACC450AD4CC7D84EBEE3258C9604734F"/>
    <w:rsid w:val="00A43CD7"/>
  </w:style>
  <w:style w:type="paragraph" w:customStyle="1" w:styleId="80C1830B93D1B8439D5564488FB3A774">
    <w:name w:val="80C1830B93D1B8439D5564488FB3A774"/>
    <w:rsid w:val="00A43CD7"/>
  </w:style>
  <w:style w:type="paragraph" w:customStyle="1" w:styleId="E9D59FFF66210742B42B4BEF99E5016B">
    <w:name w:val="E9D59FFF66210742B42B4BEF99E5016B"/>
    <w:rsid w:val="00A43CD7"/>
  </w:style>
  <w:style w:type="paragraph" w:customStyle="1" w:styleId="A6C17B8655C58840B3B00EE6C7DD068B">
    <w:name w:val="A6C17B8655C58840B3B00EE6C7DD068B"/>
    <w:rsid w:val="00A43CD7"/>
  </w:style>
  <w:style w:type="paragraph" w:customStyle="1" w:styleId="43F72549C2E04B4A9887EF81AE4708AE">
    <w:name w:val="43F72549C2E04B4A9887EF81AE4708AE"/>
    <w:rsid w:val="00A43CD7"/>
  </w:style>
  <w:style w:type="paragraph" w:customStyle="1" w:styleId="E10F69FE497F764DB0C2DC85627CA03A">
    <w:name w:val="E10F69FE497F764DB0C2DC85627CA03A"/>
    <w:rsid w:val="00A43CD7"/>
  </w:style>
  <w:style w:type="paragraph" w:customStyle="1" w:styleId="993370522D9E8142A78CAA3653081BF0">
    <w:name w:val="993370522D9E8142A78CAA3653081BF0"/>
    <w:rsid w:val="00A43CD7"/>
  </w:style>
  <w:style w:type="paragraph" w:customStyle="1" w:styleId="D51F9E831CA0DF4A8ED9BB4B2378390B">
    <w:name w:val="D51F9E831CA0DF4A8ED9BB4B2378390B"/>
    <w:rsid w:val="00A43CD7"/>
  </w:style>
  <w:style w:type="paragraph" w:customStyle="1" w:styleId="5291E099ED33854C9343B41E4E4ADD3B">
    <w:name w:val="5291E099ED33854C9343B41E4E4ADD3B"/>
    <w:rsid w:val="00A43CD7"/>
  </w:style>
  <w:style w:type="paragraph" w:customStyle="1" w:styleId="CE5FD6693F05634FB785B88CA2C09F41">
    <w:name w:val="CE5FD6693F05634FB785B88CA2C09F41"/>
    <w:rsid w:val="00A43CD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82A720AC3B4C42B3BB6CA0D5580606">
    <w:name w:val="4F82A720AC3B4C42B3BB6CA0D5580606"/>
  </w:style>
  <w:style w:type="character" w:styleId="PlaceholderText">
    <w:name w:val="Placeholder Text"/>
    <w:basedOn w:val="DefaultParagraphFont"/>
    <w:uiPriority w:val="99"/>
    <w:semiHidden/>
    <w:rsid w:val="00A43CD7"/>
    <w:rPr>
      <w:color w:val="808080"/>
    </w:rPr>
  </w:style>
  <w:style w:type="paragraph" w:customStyle="1" w:styleId="F75B1DA433F6594DA53AEC494E94E8C6">
    <w:name w:val="F75B1DA433F6594DA53AEC494E94E8C6"/>
  </w:style>
  <w:style w:type="paragraph" w:customStyle="1" w:styleId="152B9FB8723B7F45A2FF6E11D3CFF2DB">
    <w:name w:val="152B9FB8723B7F45A2FF6E11D3CFF2DB"/>
  </w:style>
  <w:style w:type="paragraph" w:customStyle="1" w:styleId="167468C51AF6DB4D80CEF28A2AD154A5">
    <w:name w:val="167468C51AF6DB4D80CEF28A2AD154A5"/>
  </w:style>
  <w:style w:type="paragraph" w:customStyle="1" w:styleId="27B3DA8830E4C343954977B515D0DB0A">
    <w:name w:val="27B3DA8830E4C343954977B515D0DB0A"/>
  </w:style>
  <w:style w:type="paragraph" w:customStyle="1" w:styleId="4FE53127BC059440BCF98EAFCE4BE085">
    <w:name w:val="4FE53127BC059440BCF98EAFCE4BE085"/>
  </w:style>
  <w:style w:type="paragraph" w:customStyle="1" w:styleId="A0D310A576B9A6458AF050AFEEA75145">
    <w:name w:val="A0D310A576B9A6458AF050AFEEA75145"/>
  </w:style>
  <w:style w:type="paragraph" w:customStyle="1" w:styleId="2ED2F4796F5E2B44BE231A1728494E22">
    <w:name w:val="2ED2F4796F5E2B44BE231A1728494E22"/>
  </w:style>
  <w:style w:type="paragraph" w:customStyle="1" w:styleId="DD4D29F579183145A11BFFB4E52176AA">
    <w:name w:val="DD4D29F579183145A11BFFB4E52176AA"/>
    <w:rsid w:val="00A43CD7"/>
  </w:style>
  <w:style w:type="paragraph" w:customStyle="1" w:styleId="7398BFD1C2FC5540937777D794278429">
    <w:name w:val="7398BFD1C2FC5540937777D794278429"/>
    <w:rsid w:val="00A43CD7"/>
  </w:style>
  <w:style w:type="paragraph" w:customStyle="1" w:styleId="E42558EAC789AD40ACFFAFE96A41406E">
    <w:name w:val="E42558EAC789AD40ACFFAFE96A41406E"/>
    <w:rsid w:val="00A43CD7"/>
  </w:style>
  <w:style w:type="paragraph" w:customStyle="1" w:styleId="02E6540C649877468248A13EF8477461">
    <w:name w:val="02E6540C649877468248A13EF8477461"/>
    <w:rsid w:val="00A43CD7"/>
  </w:style>
  <w:style w:type="paragraph" w:customStyle="1" w:styleId="5DE9721B4A27FC478D9C00E8B6914B37">
    <w:name w:val="5DE9721B4A27FC478D9C00E8B6914B37"/>
    <w:rsid w:val="00A43CD7"/>
  </w:style>
  <w:style w:type="paragraph" w:customStyle="1" w:styleId="ACC450AD4CC7D84EBEE3258C9604734F">
    <w:name w:val="ACC450AD4CC7D84EBEE3258C9604734F"/>
    <w:rsid w:val="00A43CD7"/>
  </w:style>
  <w:style w:type="paragraph" w:customStyle="1" w:styleId="80C1830B93D1B8439D5564488FB3A774">
    <w:name w:val="80C1830B93D1B8439D5564488FB3A774"/>
    <w:rsid w:val="00A43CD7"/>
  </w:style>
  <w:style w:type="paragraph" w:customStyle="1" w:styleId="E9D59FFF66210742B42B4BEF99E5016B">
    <w:name w:val="E9D59FFF66210742B42B4BEF99E5016B"/>
    <w:rsid w:val="00A43CD7"/>
  </w:style>
  <w:style w:type="paragraph" w:customStyle="1" w:styleId="A6C17B8655C58840B3B00EE6C7DD068B">
    <w:name w:val="A6C17B8655C58840B3B00EE6C7DD068B"/>
    <w:rsid w:val="00A43CD7"/>
  </w:style>
  <w:style w:type="paragraph" w:customStyle="1" w:styleId="43F72549C2E04B4A9887EF81AE4708AE">
    <w:name w:val="43F72549C2E04B4A9887EF81AE4708AE"/>
    <w:rsid w:val="00A43CD7"/>
  </w:style>
  <w:style w:type="paragraph" w:customStyle="1" w:styleId="E10F69FE497F764DB0C2DC85627CA03A">
    <w:name w:val="E10F69FE497F764DB0C2DC85627CA03A"/>
    <w:rsid w:val="00A43CD7"/>
  </w:style>
  <w:style w:type="paragraph" w:customStyle="1" w:styleId="993370522D9E8142A78CAA3653081BF0">
    <w:name w:val="993370522D9E8142A78CAA3653081BF0"/>
    <w:rsid w:val="00A43CD7"/>
  </w:style>
  <w:style w:type="paragraph" w:customStyle="1" w:styleId="D51F9E831CA0DF4A8ED9BB4B2378390B">
    <w:name w:val="D51F9E831CA0DF4A8ED9BB4B2378390B"/>
    <w:rsid w:val="00A43CD7"/>
  </w:style>
  <w:style w:type="paragraph" w:customStyle="1" w:styleId="5291E099ED33854C9343B41E4E4ADD3B">
    <w:name w:val="5291E099ED33854C9343B41E4E4ADD3B"/>
    <w:rsid w:val="00A43CD7"/>
  </w:style>
  <w:style w:type="paragraph" w:customStyle="1" w:styleId="CE5FD6693F05634FB785B88CA2C09F41">
    <w:name w:val="CE5FD6693F05634FB785B88CA2C09F41"/>
    <w:rsid w:val="00A4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338329C-E3D5-449D-B5E9-FF8673B750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TC102830659990</Template>
  <TotalTime>1</TotalTime>
  <Pages>1</Pages>
  <Words>41</Words>
  <Characters>234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Finance charge (Blue Background design)</dc:title>
  <dc:creator>Alistair Baron</dc:creator>
  <cp:keywords/>
  <cp:lastModifiedBy>Alistair Baron</cp:lastModifiedBy>
  <cp:revision>2</cp:revision>
  <cp:lastPrinted>2014-01-21T07:10:00Z</cp:lastPrinted>
  <dcterms:created xsi:type="dcterms:W3CDTF">2014-06-29T07:50:00Z</dcterms:created>
  <dcterms:modified xsi:type="dcterms:W3CDTF">2014-06-29T07:50:00Z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TC102830659990</vt:lpwstr>
  </property>
</Properties>
</file>